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3348"/>
        <w:gridCol w:w="2581"/>
        <w:gridCol w:w="1262"/>
        <w:gridCol w:w="1162"/>
        <w:gridCol w:w="1162"/>
      </w:tblGrid>
      <w:tr w:rsidR="00806C01" w:rsidRPr="001F691C" w:rsidTr="00806C01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18</w:t>
            </w:r>
          </w:p>
          <w:p w:rsidR="001F691C" w:rsidRPr="001F691C" w:rsidRDefault="001F691C" w:rsidP="001F691C">
            <w:pPr>
              <w:jc w:val="center"/>
              <w:rPr>
                <w:lang w:val="en-US"/>
              </w:rPr>
            </w:pPr>
            <w:r w:rsidRPr="001F691C">
              <w:rPr>
                <w:sz w:val="18"/>
                <w:lang w:val="en-US"/>
              </w:rPr>
              <w:t>(Jan 15 to the 18th)</w:t>
            </w:r>
          </w:p>
        </w:tc>
        <w:tc>
          <w:tcPr>
            <w:tcW w:w="1813" w:type="dxa"/>
          </w:tcPr>
          <w:p w:rsidR="001F691C" w:rsidRDefault="001F691C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19</w:t>
            </w:r>
          </w:p>
          <w:p w:rsidR="006F696E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sz w:val="18"/>
                <w:lang w:val="en-US"/>
              </w:rPr>
              <w:t>(Jan 21 to the 25</w:t>
            </w:r>
            <w:r w:rsidRPr="001F691C">
              <w:rPr>
                <w:sz w:val="18"/>
                <w:vertAlign w:val="superscript"/>
                <w:lang w:val="en-US"/>
              </w:rPr>
              <w:t>th</w:t>
            </w:r>
            <w:r w:rsidRPr="001F691C">
              <w:rPr>
                <w:sz w:val="18"/>
                <w:lang w:val="en-US"/>
              </w:rPr>
              <w:t>)</w:t>
            </w:r>
          </w:p>
        </w:tc>
        <w:tc>
          <w:tcPr>
            <w:tcW w:w="3348" w:type="dxa"/>
          </w:tcPr>
          <w:p w:rsidR="00861282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20</w:t>
            </w:r>
          </w:p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(Jan 28</w:t>
            </w:r>
            <w:r w:rsidRPr="007432E0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Feb the 1</w:t>
            </w:r>
            <w:r w:rsidRPr="007432E0">
              <w:rPr>
                <w:b/>
                <w:vertAlign w:val="superscript"/>
                <w:lang w:val="en-US"/>
              </w:rPr>
              <w:t>st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581" w:type="dxa"/>
          </w:tcPr>
          <w:p w:rsidR="001F691C" w:rsidRPr="00861282" w:rsidRDefault="001F691C" w:rsidP="005711A4">
            <w:pPr>
              <w:jc w:val="center"/>
              <w:rPr>
                <w:lang w:val="en-US"/>
              </w:rPr>
            </w:pPr>
            <w:r w:rsidRPr="001F691C">
              <w:rPr>
                <w:b/>
                <w:lang w:val="en-US"/>
              </w:rPr>
              <w:t>Week 21</w:t>
            </w:r>
          </w:p>
        </w:tc>
        <w:tc>
          <w:tcPr>
            <w:tcW w:w="1262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F691C" w:rsidTr="001164CE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-Game following instructions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2825A2" w:rsidTr="00B227C3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1F691C" w:rsidRDefault="001F691C" w:rsidP="001F691C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</w:p>
          <w:p w:rsidR="001F691C" w:rsidRPr="001F691C" w:rsidRDefault="001F691C" w:rsidP="001F691C">
            <w:pPr>
              <w:pStyle w:val="Sinespaciado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1</w:t>
            </w:r>
          </w:p>
          <w:p w:rsidR="00861282" w:rsidRPr="001164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II</w:t>
            </w:r>
          </w:p>
          <w:p w:rsidR="006F696E" w:rsidRPr="001164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B34852" w:rsidRPr="002825A2" w:rsidRDefault="00B227C3" w:rsidP="00B34852">
            <w:pPr>
              <w:rPr>
                <w:b/>
                <w:lang w:val="en-US"/>
              </w:rPr>
            </w:pPr>
            <w:r w:rsidRPr="002825A2">
              <w:rPr>
                <w:b/>
                <w:lang w:val="en-US"/>
              </w:rPr>
              <w:t xml:space="preserve">Stations: 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lang w:val="en-US"/>
              </w:rPr>
            </w:pPr>
            <w:r w:rsidRPr="00B227C3">
              <w:rPr>
                <w:lang w:val="en-US"/>
              </w:rPr>
              <w:t>Dramatize Jump Frog Jump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lang w:val="en-US"/>
              </w:rPr>
            </w:pPr>
            <w:r w:rsidRPr="00B227C3">
              <w:rPr>
                <w:lang w:val="en-US"/>
              </w:rPr>
              <w:t>Choose an interactive chart worked to retell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b/>
                <w:lang w:val="en-US"/>
              </w:rPr>
            </w:pPr>
            <w:r w:rsidRPr="00B227C3">
              <w:rPr>
                <w:lang w:val="en-US"/>
              </w:rPr>
              <w:t xml:space="preserve">Finish the setting of the story Jump Frog Jump by cutting and </w:t>
            </w:r>
            <w:proofErr w:type="gramStart"/>
            <w:r w:rsidRPr="00B227C3">
              <w:rPr>
                <w:lang w:val="en-US"/>
              </w:rPr>
              <w:t>pasting  the</w:t>
            </w:r>
            <w:proofErr w:type="gramEnd"/>
            <w:r w:rsidRPr="00B227C3">
              <w:rPr>
                <w:lang w:val="en-US"/>
              </w:rPr>
              <w:t xml:space="preserve"> characters drawn as homework assignment on the setting drawn on the cardboard.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2825A2" w:rsidRPr="002825A2" w:rsidRDefault="002825A2" w:rsidP="002825A2">
            <w:pPr>
              <w:rPr>
                <w:b/>
                <w:lang w:val="en-US"/>
              </w:rPr>
            </w:pPr>
            <w:r w:rsidRPr="002825A2">
              <w:rPr>
                <w:b/>
                <w:lang w:val="en-US"/>
              </w:rPr>
              <w:t xml:space="preserve">Stations: </w:t>
            </w:r>
          </w:p>
          <w:p w:rsidR="006F696E" w:rsidRDefault="002825A2" w:rsidP="002825A2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Shared  reading</w:t>
            </w:r>
          </w:p>
          <w:p w:rsidR="002825A2" w:rsidRDefault="002825A2" w:rsidP="002825A2">
            <w:pPr>
              <w:pStyle w:val="Prrafodelista"/>
              <w:rPr>
                <w:lang w:val="en-US"/>
              </w:rPr>
            </w:pPr>
            <w:r>
              <w:rPr>
                <w:lang w:val="en-US"/>
              </w:rPr>
              <w:t>“What do you see?”</w:t>
            </w:r>
          </w:p>
          <w:p w:rsidR="002825A2" w:rsidRDefault="002825A2" w:rsidP="002825A2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Interactive chart “This Old man (7to 10)</w:t>
            </w:r>
          </w:p>
          <w:p w:rsidR="002825A2" w:rsidRDefault="002825A2" w:rsidP="002825A2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Computer “</w:t>
            </w:r>
            <w:proofErr w:type="spellStart"/>
            <w:r>
              <w:rPr>
                <w:lang w:val="en-US"/>
              </w:rPr>
              <w:t>Starfall</w:t>
            </w:r>
            <w:proofErr w:type="spellEnd"/>
            <w:r>
              <w:rPr>
                <w:lang w:val="en-US"/>
              </w:rPr>
              <w:t>”</w:t>
            </w:r>
          </w:p>
          <w:p w:rsidR="002825A2" w:rsidRDefault="002825A2" w:rsidP="002825A2">
            <w:pPr>
              <w:pStyle w:val="Prrafodelista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Beginning sound booklet”</w:t>
            </w:r>
          </w:p>
          <w:p w:rsidR="002825A2" w:rsidRPr="002825A2" w:rsidRDefault="002825A2" w:rsidP="002825A2">
            <w:pPr>
              <w:ind w:left="360"/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1F691C" w:rsidTr="00806C01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F20AA3" w:rsidRPr="00861282" w:rsidRDefault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B227C3" w:rsidRPr="00861282" w:rsidRDefault="001F691C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  <w:r w:rsidR="00F20AA3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-Gross Motor skills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227C3" w:rsidRDefault="001F691C" w:rsidP="00B227C3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-Phonemic awareness with Fabio</w:t>
            </w:r>
          </w:p>
          <w:p w:rsidR="00B227C3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581" w:type="dxa"/>
          </w:tcPr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lang w:val="en-US"/>
              </w:rPr>
              <w:t>Phonemic awareness with Fabio</w:t>
            </w:r>
          </w:p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2825A2" w:rsidRPr="0086128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2825A2" w:rsidTr="00806C01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E54AE3" w:rsidP="00B227C3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34852" w:rsidRPr="008132BC" w:rsidRDefault="00B34852">
            <w:pPr>
              <w:rPr>
                <w:lang w:val="en-GB"/>
              </w:rPr>
            </w:pPr>
          </w:p>
        </w:tc>
        <w:tc>
          <w:tcPr>
            <w:tcW w:w="2581" w:type="dxa"/>
          </w:tcPr>
          <w:p w:rsidR="006F696E" w:rsidRPr="00FA53AC" w:rsidRDefault="002825A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2825A2">
              <w:rPr>
                <w:b/>
                <w:lang w:val="en-US"/>
              </w:rPr>
              <w:t>Expert Alma</w:t>
            </w:r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Pendiente</w:t>
            </w:r>
            <w:proofErr w:type="spellEnd"/>
            <w:r>
              <w:rPr>
                <w:b/>
                <w:lang w:val="en-US"/>
              </w:rPr>
              <w:t xml:space="preserve"> from last week)</w:t>
            </w:r>
          </w:p>
        </w:tc>
        <w:tc>
          <w:tcPr>
            <w:tcW w:w="1262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806C01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1164CE" w:rsidRDefault="001164CE" w:rsidP="00B227C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Writing class 1</w:t>
            </w:r>
          </w:p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(Introduce cards)</w:t>
            </w:r>
          </w:p>
        </w:tc>
        <w:tc>
          <w:tcPr>
            <w:tcW w:w="3348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581" w:type="dxa"/>
          </w:tcPr>
          <w:p w:rsidR="001164CE" w:rsidRPr="00FA53AC" w:rsidRDefault="001164CE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2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6E88-DA06-4DBE-96AF-65198740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307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2</cp:revision>
  <cp:lastPrinted>2012-11-15T19:02:00Z</cp:lastPrinted>
  <dcterms:created xsi:type="dcterms:W3CDTF">2013-01-30T21:57:00Z</dcterms:created>
  <dcterms:modified xsi:type="dcterms:W3CDTF">2013-01-30T21:57:00Z</dcterms:modified>
</cp:coreProperties>
</file>